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71870" w14:textId="77777777" w:rsidR="00167EA6" w:rsidRDefault="00167EA6" w:rsidP="00167EA6">
      <w:pPr>
        <w:jc w:val="center"/>
        <w:rPr>
          <w:b/>
          <w:bCs/>
          <w:sz w:val="28"/>
        </w:rPr>
      </w:pPr>
      <w:r w:rsidRPr="00167EA6">
        <w:rPr>
          <w:b/>
          <w:bCs/>
          <w:sz w:val="28"/>
        </w:rPr>
        <w:t>TABLE OF CONTENTS</w:t>
      </w:r>
    </w:p>
    <w:p w14:paraId="5331823D" w14:textId="77777777" w:rsidR="00167EA6" w:rsidRDefault="00167EA6" w:rsidP="00167EA6">
      <w:pPr>
        <w:jc w:val="center"/>
        <w:rPr>
          <w:b/>
          <w:bCs/>
          <w:sz w:val="28"/>
        </w:rPr>
      </w:pPr>
    </w:p>
    <w:p w14:paraId="2D5E3A2C" w14:textId="77777777" w:rsidR="00167EA6" w:rsidRDefault="00167EA6" w:rsidP="00EE16A3">
      <w:pPr>
        <w:jc w:val="right"/>
        <w:rPr>
          <w:b/>
          <w:bCs/>
          <w:sz w:val="26"/>
          <w:szCs w:val="26"/>
        </w:rPr>
      </w:pPr>
      <w:r w:rsidRPr="00167EA6">
        <w:rPr>
          <w:b/>
          <w:bCs/>
          <w:sz w:val="26"/>
          <w:szCs w:val="26"/>
        </w:rPr>
        <w:t>Page</w:t>
      </w:r>
    </w:p>
    <w:p w14:paraId="12EA85ED" w14:textId="77777777" w:rsidR="00167EA6" w:rsidRPr="00917435" w:rsidRDefault="00167EA6" w:rsidP="00167EA6">
      <w:pPr>
        <w:tabs>
          <w:tab w:val="right" w:pos="8280"/>
        </w:tabs>
        <w:rPr>
          <w:b/>
          <w:bCs/>
          <w:szCs w:val="24"/>
        </w:rPr>
      </w:pPr>
    </w:p>
    <w:p w14:paraId="4A2083B4" w14:textId="77777777" w:rsidR="0058600C" w:rsidRPr="0058600C" w:rsidRDefault="0058600C" w:rsidP="0058600C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58600C">
        <w:rPr>
          <w:rFonts w:ascii="Times New Roman" w:hAnsi="Times New Roman"/>
          <w:sz w:val="24"/>
          <w:szCs w:val="24"/>
        </w:rPr>
        <w:t>CERTIFICATE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sz w:val="24"/>
          <w:szCs w:val="24"/>
        </w:rPr>
        <w:t>i</w:t>
      </w:r>
      <w:r w:rsidRPr="008F5972">
        <w:rPr>
          <w:rFonts w:ascii="Times New Roman" w:hAnsi="Times New Roman"/>
          <w:b w:val="0"/>
          <w:bCs w:val="0"/>
          <w:sz w:val="24"/>
          <w:szCs w:val="24"/>
        </w:rPr>
        <w:t>i</w:t>
      </w:r>
    </w:p>
    <w:p w14:paraId="5C69697B" w14:textId="77777777" w:rsidR="0058600C" w:rsidRPr="00167EA6" w:rsidRDefault="0058600C" w:rsidP="0058600C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58600C">
        <w:rPr>
          <w:rFonts w:ascii="Times New Roman" w:hAnsi="Times New Roman"/>
          <w:sz w:val="24"/>
          <w:szCs w:val="24"/>
        </w:rPr>
        <w:t>CANDIDATE’S DECLARATION</w:t>
      </w:r>
      <w:r w:rsidRPr="0058600C">
        <w:rPr>
          <w:rFonts w:ascii="Times New Roman" w:hAnsi="Times New Roman"/>
          <w:sz w:val="24"/>
          <w:szCs w:val="24"/>
        </w:rPr>
        <w:tab/>
      </w:r>
      <w:r w:rsidRPr="008F5972">
        <w:rPr>
          <w:rFonts w:ascii="Times New Roman" w:hAnsi="Times New Roman"/>
          <w:b w:val="0"/>
          <w:bCs w:val="0"/>
          <w:sz w:val="24"/>
          <w:szCs w:val="24"/>
        </w:rPr>
        <w:t>iii</w:t>
      </w:r>
    </w:p>
    <w:p w14:paraId="53006C66" w14:textId="77777777" w:rsidR="0058600C" w:rsidRPr="00167EA6" w:rsidRDefault="0058600C" w:rsidP="0058600C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58600C">
        <w:rPr>
          <w:rFonts w:ascii="Times New Roman" w:hAnsi="Times New Roman"/>
          <w:sz w:val="24"/>
          <w:szCs w:val="24"/>
        </w:rPr>
        <w:t>DEDICATION</w:t>
      </w:r>
      <w:r>
        <w:rPr>
          <w:rFonts w:ascii="Times New Roman" w:hAnsi="Times New Roman"/>
          <w:sz w:val="24"/>
          <w:szCs w:val="24"/>
        </w:rPr>
        <w:tab/>
      </w:r>
      <w:r w:rsidRPr="008F5972">
        <w:rPr>
          <w:rFonts w:ascii="Times New Roman" w:hAnsi="Times New Roman"/>
          <w:b w:val="0"/>
          <w:bCs w:val="0"/>
          <w:sz w:val="24"/>
          <w:szCs w:val="24"/>
        </w:rPr>
        <w:t>iii</w:t>
      </w:r>
    </w:p>
    <w:p w14:paraId="524B614A" w14:textId="77777777" w:rsidR="00167EA6" w:rsidRPr="00167EA6" w:rsidRDefault="00167EA6" w:rsidP="00B55A2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167EA6">
        <w:rPr>
          <w:rFonts w:ascii="Times New Roman" w:hAnsi="Times New Roman"/>
          <w:sz w:val="24"/>
          <w:szCs w:val="24"/>
        </w:rPr>
        <w:t>TABLE OF CONTENTS</w:t>
      </w:r>
      <w:r w:rsidR="009A7270">
        <w:rPr>
          <w:rFonts w:ascii="Times New Roman" w:hAnsi="Times New Roman"/>
          <w:b w:val="0"/>
          <w:bCs w:val="0"/>
          <w:sz w:val="24"/>
          <w:szCs w:val="24"/>
        </w:rPr>
        <w:tab/>
      </w:r>
      <w:r w:rsidR="000C29DE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0C29DE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0C29DE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0C29DE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0C29DE">
        <w:rPr>
          <w:rFonts w:cs="Times New Roman"/>
          <w:szCs w:val="24"/>
        </w:rPr>
        <w:t>0</w:t>
      </w:r>
      <w:r w:rsidR="000C29DE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30E044BA" w14:textId="77777777" w:rsidR="00167EA6" w:rsidRPr="0039758F" w:rsidRDefault="0058600C" w:rsidP="00B55A2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LIST OF TABLES</w:t>
      </w:r>
      <w:r w:rsidR="009A7270" w:rsidRPr="0039758F">
        <w:rPr>
          <w:rFonts w:ascii="Times New Roman" w:hAnsi="Times New Roman"/>
          <w:caps/>
          <w:sz w:val="24"/>
          <w:szCs w:val="24"/>
        </w:rPr>
        <w:tab/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536E45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26B95C2D" w14:textId="77777777" w:rsidR="00167EA6" w:rsidRPr="00F0538C" w:rsidRDefault="0058600C" w:rsidP="00B55A2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LIST OF FIGURES</w:t>
      </w:r>
      <w:r w:rsidR="00167EA6" w:rsidRPr="0039758F">
        <w:rPr>
          <w:rFonts w:ascii="Times New Roman" w:hAnsi="Times New Roman"/>
          <w:caps/>
          <w:sz w:val="24"/>
          <w:szCs w:val="24"/>
        </w:rPr>
        <w:tab/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536E45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30120490" w14:textId="77777777" w:rsidR="00167EA6" w:rsidRPr="00F0538C" w:rsidRDefault="0058600C" w:rsidP="00B55A2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caps/>
          <w:sz w:val="24"/>
          <w:szCs w:val="24"/>
        </w:rPr>
      </w:pPr>
      <w:r w:rsidRPr="0058600C">
        <w:rPr>
          <w:rFonts w:ascii="Times New Roman" w:hAnsi="Times New Roman"/>
          <w:caps/>
          <w:sz w:val="24"/>
          <w:szCs w:val="24"/>
        </w:rPr>
        <w:t xml:space="preserve">ABBREVIATIONS AND </w:t>
      </w:r>
      <w:r>
        <w:rPr>
          <w:rFonts w:ascii="Times New Roman" w:hAnsi="Times New Roman"/>
          <w:caps/>
          <w:sz w:val="24"/>
          <w:szCs w:val="24"/>
        </w:rPr>
        <w:t>SYMBOLS</w:t>
      </w:r>
      <w:r w:rsidR="00167EA6" w:rsidRPr="0039758F">
        <w:rPr>
          <w:rFonts w:ascii="Times New Roman" w:hAnsi="Times New Roman"/>
          <w:caps/>
          <w:sz w:val="24"/>
          <w:szCs w:val="24"/>
        </w:rPr>
        <w:tab/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536E45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3E45D677" w14:textId="77777777" w:rsidR="0058600C" w:rsidRPr="00167EA6" w:rsidRDefault="0058600C" w:rsidP="0058600C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58600C">
        <w:rPr>
          <w:rFonts w:ascii="Times New Roman" w:hAnsi="Times New Roman"/>
          <w:webHidden/>
          <w:sz w:val="24"/>
          <w:szCs w:val="24"/>
        </w:rPr>
        <w:t>ACKNOWLEDGEMENT</w:t>
      </w:r>
      <w:r>
        <w:rPr>
          <w:rFonts w:ascii="Times New Roman" w:hAnsi="Times New Roman"/>
          <w:sz w:val="24"/>
          <w:szCs w:val="24"/>
        </w:rPr>
        <w:tab/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536E45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18415804" w14:textId="77777777" w:rsidR="0058600C" w:rsidRPr="00167EA6" w:rsidRDefault="0058600C" w:rsidP="0058600C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167EA6">
        <w:rPr>
          <w:rFonts w:ascii="Times New Roman" w:hAnsi="Times New Roman"/>
          <w:sz w:val="24"/>
          <w:szCs w:val="24"/>
        </w:rPr>
        <w:t>ABSTRACT</w:t>
      </w:r>
      <w:r>
        <w:rPr>
          <w:rFonts w:ascii="Times New Roman" w:hAnsi="Times New Roman"/>
          <w:sz w:val="24"/>
          <w:szCs w:val="24"/>
        </w:rPr>
        <w:tab/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536E45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536E45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1DDA618E" w14:textId="77777777" w:rsidR="00167EA6" w:rsidRPr="00167EA6" w:rsidRDefault="00167EA6" w:rsidP="00B55A2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14:paraId="5DDD3EBB" w14:textId="77777777" w:rsidR="00ED5F4B" w:rsidRDefault="00ED5F4B" w:rsidP="001D6C59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CHAPTER 1</w:t>
      </w:r>
      <w:r w:rsidRPr="008F5972">
        <w:rPr>
          <w:rFonts w:ascii="Times New Roman" w:hAnsi="Times New Roman"/>
          <w:sz w:val="24"/>
          <w:szCs w:val="24"/>
        </w:rPr>
        <w:t xml:space="preserve">  </w:t>
      </w:r>
      <w:r w:rsidRPr="0039758F">
        <w:rPr>
          <w:rFonts w:ascii="Times New Roman" w:hAnsi="Times New Roman"/>
          <w:caps/>
          <w:sz w:val="24"/>
          <w:szCs w:val="24"/>
        </w:rPr>
        <w:fldChar w:fldCharType="begin">
          <w:ffData>
            <w:name w:val="ข้อความ1"/>
            <w:enabled/>
            <w:calcOnExit w:val="0"/>
            <w:textInput>
              <w:default w:val="[NAME OF CHAPTER]"/>
            </w:textInput>
          </w:ffData>
        </w:fldChar>
      </w:r>
      <w:bookmarkStart w:id="0" w:name="ข้อความ1"/>
      <w:r w:rsidRPr="0039758F">
        <w:rPr>
          <w:rFonts w:ascii="Times New Roman" w:hAnsi="Times New Roman"/>
          <w:caps/>
          <w:sz w:val="24"/>
          <w:szCs w:val="24"/>
        </w:rPr>
        <w:instrText xml:space="preserve"> FORMTEXT </w:instrText>
      </w:r>
      <w:r w:rsidRPr="0039758F">
        <w:rPr>
          <w:rFonts w:ascii="Times New Roman" w:hAnsi="Times New Roman"/>
          <w:caps/>
          <w:sz w:val="24"/>
          <w:szCs w:val="24"/>
        </w:rPr>
      </w:r>
      <w:r w:rsidRPr="0039758F">
        <w:rPr>
          <w:rFonts w:ascii="Times New Roman" w:hAnsi="Times New Roman"/>
          <w:caps/>
          <w:sz w:val="24"/>
          <w:szCs w:val="24"/>
        </w:rPr>
        <w:fldChar w:fldCharType="separate"/>
      </w:r>
      <w:r w:rsidRPr="0039758F">
        <w:rPr>
          <w:rFonts w:ascii="Times New Roman" w:hAnsi="Times New Roman"/>
          <w:caps/>
          <w:noProof/>
          <w:sz w:val="24"/>
          <w:szCs w:val="24"/>
        </w:rPr>
        <w:t>[NAME OF CHAPTER]</w:t>
      </w:r>
      <w:r w:rsidRPr="0039758F">
        <w:rPr>
          <w:rFonts w:ascii="Times New Roman" w:hAnsi="Times New Roman"/>
          <w:caps/>
          <w:sz w:val="24"/>
          <w:szCs w:val="24"/>
        </w:rPr>
        <w:fldChar w:fldCharType="end"/>
      </w:r>
      <w:bookmarkEnd w:id="0"/>
      <w:r>
        <w:rPr>
          <w:rFonts w:ascii="Times New Roman" w:hAnsi="Times New Roman"/>
          <w:sz w:val="32"/>
          <w:szCs w:val="32"/>
        </w:rPr>
        <w:tab/>
      </w:r>
      <w:r w:rsidR="009A7270" w:rsidRPr="009A7270">
        <w:rPr>
          <w:rFonts w:ascii="Times New Roman" w:hAnsi="Times New Roman"/>
          <w:b w:val="0"/>
          <w:bCs w:val="0"/>
          <w:sz w:val="24"/>
          <w:szCs w:val="24"/>
        </w:rPr>
        <w:t>1</w:t>
      </w:r>
    </w:p>
    <w:p w14:paraId="0BBC63FA" w14:textId="77777777" w:rsidR="00ED5F4B" w:rsidRDefault="00ED5F4B" w:rsidP="00B55A2F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1.1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917435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555431B4" w14:textId="77777777" w:rsidR="009A7270" w:rsidRDefault="00BD242C" w:rsidP="001D6C59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9A7270"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="009A7270"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="009A7270"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="009A7270" w:rsidRPr="00CD4E3C">
        <w:rPr>
          <w:rFonts w:ascii="Times New Roman" w:hAnsi="Times New Roman"/>
          <w:b w:val="0"/>
          <w:bCs w:val="0"/>
          <w:sz w:val="24"/>
          <w:szCs w:val="24"/>
        </w:rPr>
      </w:r>
      <w:r w:rsidR="009A7270"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 w:rsidR="009A7270"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="009A7270"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4548D0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1A03B5F6" w14:textId="77777777" w:rsidR="009A7270" w:rsidRDefault="009A7270" w:rsidP="001D6C59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4548D0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1B68639A" w14:textId="77777777" w:rsidR="009A7270" w:rsidRDefault="009A7270" w:rsidP="001D6C59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4548D0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0EC1DE7E" w14:textId="77777777" w:rsidR="009A7270" w:rsidRDefault="009A7270" w:rsidP="00B55A2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CHAPTER 2</w:t>
      </w:r>
      <w:r w:rsidRPr="008F5972"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39758F">
        <w:rPr>
          <w:rFonts w:ascii="Times New Roman" w:hAnsi="Times New Roman"/>
          <w:caps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AME OF CHAPTER]"/>
            </w:textInput>
          </w:ffData>
        </w:fldChar>
      </w:r>
      <w:r w:rsidRPr="0039758F">
        <w:rPr>
          <w:rFonts w:ascii="Times New Roman" w:hAnsi="Times New Roman"/>
          <w:caps/>
          <w:sz w:val="24"/>
          <w:szCs w:val="24"/>
        </w:rPr>
        <w:instrText xml:space="preserve"> FORMTEXT </w:instrText>
      </w:r>
      <w:r w:rsidRPr="0039758F">
        <w:rPr>
          <w:rFonts w:ascii="Times New Roman" w:hAnsi="Times New Roman"/>
          <w:caps/>
          <w:sz w:val="24"/>
          <w:szCs w:val="24"/>
        </w:rPr>
      </w:r>
      <w:r w:rsidRPr="0039758F">
        <w:rPr>
          <w:rFonts w:ascii="Times New Roman" w:hAnsi="Times New Roman"/>
          <w:caps/>
          <w:sz w:val="24"/>
          <w:szCs w:val="24"/>
        </w:rPr>
        <w:fldChar w:fldCharType="separate"/>
      </w:r>
      <w:r w:rsidRPr="0039758F">
        <w:rPr>
          <w:rFonts w:ascii="Times New Roman" w:hAnsi="Times New Roman"/>
          <w:caps/>
          <w:noProof/>
          <w:sz w:val="24"/>
          <w:szCs w:val="24"/>
        </w:rPr>
        <w:t>[NAME OF CHAPTER]</w:t>
      </w:r>
      <w:r w:rsidRPr="0039758F">
        <w:rPr>
          <w:rFonts w:ascii="Times New Roman" w:hAnsi="Times New Roman"/>
          <w:caps/>
          <w:sz w:val="24"/>
          <w:szCs w:val="24"/>
        </w:rPr>
        <w:fldChar w:fldCharType="end"/>
      </w:r>
      <w:r w:rsidR="00B55A2F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3E814F8E" w14:textId="77777777" w:rsidR="003A35DB" w:rsidRDefault="003A35DB" w:rsidP="001D6C59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2.1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B55A2F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01D5D4E1" w14:textId="77777777" w:rsidR="003A35DB" w:rsidRDefault="003A35DB" w:rsidP="001D6C59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4548D0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03546A7F" w14:textId="77777777" w:rsidR="003A35DB" w:rsidRDefault="003A35DB" w:rsidP="001D6C59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4548D0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58864ACD" w14:textId="77777777" w:rsidR="003A35DB" w:rsidRDefault="003A35DB" w:rsidP="001D6C59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4548D0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32F081F2" w14:textId="77777777" w:rsidR="008F5972" w:rsidRDefault="008F5972" w:rsidP="00B55A2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CHAPTER</w:t>
      </w:r>
      <w:r w:rsidRPr="00BD242C">
        <w:rPr>
          <w:rFonts w:ascii="Times New Roman" w:hAnsi="Times New Roman"/>
          <w:sz w:val="24"/>
          <w:szCs w:val="24"/>
        </w:rPr>
        <w:t xml:space="preserve"> 3  </w:t>
      </w:r>
      <w:r w:rsidRPr="0039758F">
        <w:rPr>
          <w:rFonts w:ascii="Times New Roman" w:hAnsi="Times New Roman"/>
          <w:caps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AME OF CHAPTER]"/>
            </w:textInput>
          </w:ffData>
        </w:fldChar>
      </w:r>
      <w:r w:rsidRPr="0039758F">
        <w:rPr>
          <w:rFonts w:ascii="Times New Roman" w:hAnsi="Times New Roman"/>
          <w:caps/>
          <w:sz w:val="24"/>
          <w:szCs w:val="24"/>
        </w:rPr>
        <w:instrText xml:space="preserve"> FORMTEXT </w:instrText>
      </w:r>
      <w:r w:rsidRPr="0039758F">
        <w:rPr>
          <w:rFonts w:ascii="Times New Roman" w:hAnsi="Times New Roman"/>
          <w:caps/>
          <w:sz w:val="24"/>
          <w:szCs w:val="24"/>
        </w:rPr>
      </w:r>
      <w:r w:rsidRPr="0039758F">
        <w:rPr>
          <w:rFonts w:ascii="Times New Roman" w:hAnsi="Times New Roman"/>
          <w:caps/>
          <w:sz w:val="24"/>
          <w:szCs w:val="24"/>
        </w:rPr>
        <w:fldChar w:fldCharType="separate"/>
      </w:r>
      <w:r w:rsidRPr="0039758F">
        <w:rPr>
          <w:rFonts w:ascii="Times New Roman" w:hAnsi="Times New Roman"/>
          <w:caps/>
          <w:noProof/>
          <w:sz w:val="24"/>
          <w:szCs w:val="24"/>
        </w:rPr>
        <w:t>[NAME OF CHAPTER]</w:t>
      </w:r>
      <w:r w:rsidRPr="0039758F">
        <w:rPr>
          <w:rFonts w:ascii="Times New Roman" w:hAnsi="Times New Roman"/>
          <w:caps/>
          <w:sz w:val="24"/>
          <w:szCs w:val="24"/>
        </w:rPr>
        <w:fldChar w:fldCharType="end"/>
      </w:r>
      <w:r w:rsidR="00B55A2F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4FB5ED31" w14:textId="77777777" w:rsidR="008F5972" w:rsidRDefault="008F5972" w:rsidP="001D6C59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3.1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917435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11594732" w14:textId="77777777" w:rsidR="008F5972" w:rsidRDefault="008F5972" w:rsidP="001D6C59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4548D0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290D0D33" w14:textId="77777777" w:rsidR="008F5972" w:rsidRDefault="008F5972" w:rsidP="001D6C59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4548D0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74C034AB" w14:textId="77777777" w:rsidR="008F5972" w:rsidRPr="003A35DB" w:rsidRDefault="008F5972" w:rsidP="001D6C59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4548D0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0CB1677B" w14:textId="77777777" w:rsidR="008F5972" w:rsidRDefault="008F5972" w:rsidP="00B55A2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CHAPTER</w:t>
      </w:r>
      <w:r w:rsidRPr="00BD242C">
        <w:rPr>
          <w:rFonts w:ascii="Times New Roman" w:hAnsi="Times New Roman"/>
          <w:sz w:val="24"/>
          <w:szCs w:val="24"/>
        </w:rPr>
        <w:t xml:space="preserve"> 4  </w:t>
      </w:r>
      <w:r w:rsidRPr="0039758F">
        <w:rPr>
          <w:rFonts w:ascii="Times New Roman" w:hAnsi="Times New Roman"/>
          <w:caps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AME OF CHAPTER]"/>
            </w:textInput>
          </w:ffData>
        </w:fldChar>
      </w:r>
      <w:r w:rsidRPr="0039758F">
        <w:rPr>
          <w:rFonts w:ascii="Times New Roman" w:hAnsi="Times New Roman"/>
          <w:caps/>
          <w:sz w:val="24"/>
          <w:szCs w:val="24"/>
        </w:rPr>
        <w:instrText xml:space="preserve"> FORMTEXT </w:instrText>
      </w:r>
      <w:r w:rsidRPr="0039758F">
        <w:rPr>
          <w:rFonts w:ascii="Times New Roman" w:hAnsi="Times New Roman"/>
          <w:caps/>
          <w:sz w:val="24"/>
          <w:szCs w:val="24"/>
        </w:rPr>
      </w:r>
      <w:r w:rsidRPr="0039758F">
        <w:rPr>
          <w:rFonts w:ascii="Times New Roman" w:hAnsi="Times New Roman"/>
          <w:caps/>
          <w:sz w:val="24"/>
          <w:szCs w:val="24"/>
        </w:rPr>
        <w:fldChar w:fldCharType="separate"/>
      </w:r>
      <w:r w:rsidRPr="0039758F">
        <w:rPr>
          <w:rFonts w:ascii="Times New Roman" w:hAnsi="Times New Roman"/>
          <w:caps/>
          <w:noProof/>
          <w:sz w:val="24"/>
          <w:szCs w:val="24"/>
        </w:rPr>
        <w:t>[NAME OF CHAPTER]</w:t>
      </w:r>
      <w:r w:rsidRPr="0039758F">
        <w:rPr>
          <w:rFonts w:ascii="Times New Roman" w:hAnsi="Times New Roman"/>
          <w:caps/>
          <w:sz w:val="24"/>
          <w:szCs w:val="24"/>
        </w:rPr>
        <w:fldChar w:fldCharType="end"/>
      </w:r>
      <w:r w:rsidR="00B55A2F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0CDB87C5" w14:textId="77777777" w:rsidR="008F5972" w:rsidRDefault="008F5972" w:rsidP="003F60E2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4.1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917435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5CF438E0" w14:textId="77777777" w:rsidR="008F5972" w:rsidRDefault="008F5972" w:rsidP="003F60E2">
      <w:pPr>
        <w:pStyle w:val="Title"/>
        <w:tabs>
          <w:tab w:val="left" w:pos="1512"/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4548D0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2036DEF1" w14:textId="77777777" w:rsidR="008F5972" w:rsidRDefault="008F5972" w:rsidP="003F60E2">
      <w:pPr>
        <w:pStyle w:val="Title"/>
        <w:tabs>
          <w:tab w:val="left" w:pos="1512"/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4548D0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741376CD" w14:textId="77777777" w:rsidR="008F5972" w:rsidRPr="003A35DB" w:rsidRDefault="008F5972" w:rsidP="003F60E2">
      <w:pPr>
        <w:pStyle w:val="Title"/>
        <w:tabs>
          <w:tab w:val="left" w:pos="1512"/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932908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29C1799B" w14:textId="77777777" w:rsidR="008F5972" w:rsidRDefault="008F5972" w:rsidP="00B55A2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CHAPTER 5</w:t>
      </w:r>
      <w:r w:rsidRPr="008F5972"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39758F">
        <w:rPr>
          <w:rFonts w:ascii="Times New Roman" w:hAnsi="Times New Roman"/>
          <w:caps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AME OF CHAPTER]"/>
            </w:textInput>
          </w:ffData>
        </w:fldChar>
      </w:r>
      <w:r w:rsidRPr="0039758F">
        <w:rPr>
          <w:rFonts w:ascii="Times New Roman" w:hAnsi="Times New Roman"/>
          <w:caps/>
          <w:sz w:val="24"/>
          <w:szCs w:val="24"/>
        </w:rPr>
        <w:instrText xml:space="preserve"> FORMTEXT </w:instrText>
      </w:r>
      <w:r w:rsidRPr="0039758F">
        <w:rPr>
          <w:rFonts w:ascii="Times New Roman" w:hAnsi="Times New Roman"/>
          <w:caps/>
          <w:sz w:val="24"/>
          <w:szCs w:val="24"/>
        </w:rPr>
      </w:r>
      <w:r w:rsidRPr="0039758F">
        <w:rPr>
          <w:rFonts w:ascii="Times New Roman" w:hAnsi="Times New Roman"/>
          <w:caps/>
          <w:sz w:val="24"/>
          <w:szCs w:val="24"/>
        </w:rPr>
        <w:fldChar w:fldCharType="separate"/>
      </w:r>
      <w:r w:rsidRPr="0039758F">
        <w:rPr>
          <w:rFonts w:ascii="Times New Roman" w:hAnsi="Times New Roman"/>
          <w:caps/>
          <w:noProof/>
          <w:sz w:val="24"/>
          <w:szCs w:val="24"/>
        </w:rPr>
        <w:t>[NAME OF CHAPTER]</w:t>
      </w:r>
      <w:r w:rsidRPr="0039758F">
        <w:rPr>
          <w:rFonts w:ascii="Times New Roman" w:hAnsi="Times New Roman"/>
          <w:caps/>
          <w:sz w:val="24"/>
          <w:szCs w:val="24"/>
        </w:rPr>
        <w:fldChar w:fldCharType="end"/>
      </w:r>
      <w:r w:rsidR="004548D0">
        <w:rPr>
          <w:rFonts w:ascii="Times New Roman" w:hAnsi="Times New Roman"/>
          <w:b w:val="0"/>
          <w:bCs w:val="0"/>
          <w:sz w:val="32"/>
          <w:szCs w:val="32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7E62EEC5" w14:textId="77777777" w:rsidR="008F5972" w:rsidRDefault="008F5972" w:rsidP="003F60E2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5.1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346EF600" w14:textId="77777777" w:rsidR="008F5972" w:rsidRDefault="008F5972" w:rsidP="003F60E2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1FE03059" w14:textId="77777777" w:rsidR="008F5972" w:rsidRDefault="008F5972" w:rsidP="003F60E2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76AB91B5" w14:textId="77777777" w:rsidR="008F5972" w:rsidRPr="003A35DB" w:rsidRDefault="008F5972" w:rsidP="003F60E2">
      <w:pPr>
        <w:pStyle w:val="Title"/>
        <w:tabs>
          <w:tab w:val="right" w:pos="8280"/>
        </w:tabs>
        <w:spacing w:line="360" w:lineRule="auto"/>
        <w:ind w:firstLine="1515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o. of Sub-Head]"/>
            </w:textInput>
          </w:ffData>
        </w:fldChar>
      </w:r>
      <w:r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[No. of Sub-Head]</w: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Sub-Head]"/>
            </w:textInput>
          </w:ffData>
        </w:fldCha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CD4E3C">
        <w:rPr>
          <w:rFonts w:ascii="Times New Roman" w:hAnsi="Times New Roman"/>
          <w:b w:val="0"/>
          <w:bCs w:val="0"/>
          <w:sz w:val="24"/>
          <w:szCs w:val="24"/>
        </w:rPr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[Sub-Head]</w:t>
      </w:r>
      <w:r w:rsidRPr="00CD4E3C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2F01C29E" w14:textId="77777777" w:rsidR="008F5972" w:rsidRPr="003A35DB" w:rsidRDefault="008F5972" w:rsidP="00B55A2F">
      <w:pPr>
        <w:pStyle w:val="Title"/>
        <w:tabs>
          <w:tab w:val="left" w:pos="1512"/>
          <w:tab w:val="right" w:pos="8208"/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</w:p>
    <w:p w14:paraId="7193F698" w14:textId="77777777" w:rsidR="008F5972" w:rsidRPr="008F5972" w:rsidRDefault="008F5972" w:rsidP="00B55A2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BIBLIOGRAPHY</w:t>
      </w:r>
      <w:r>
        <w:rPr>
          <w:rFonts w:ascii="Times New Roman" w:hAnsi="Times New Roman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54682532" w14:textId="77777777" w:rsidR="008F5972" w:rsidRPr="008F5972" w:rsidRDefault="008F5972" w:rsidP="00B55A2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APPENDICES</w:t>
      </w:r>
      <w:r>
        <w:rPr>
          <w:rFonts w:ascii="Times New Roman" w:hAnsi="Times New Roman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3A67D24B" w14:textId="77777777" w:rsidR="008F5972" w:rsidRPr="00E34F1E" w:rsidRDefault="008F5972" w:rsidP="003F60E2">
      <w:pPr>
        <w:pStyle w:val="Title"/>
        <w:tabs>
          <w:tab w:val="right" w:pos="8280"/>
        </w:tabs>
        <w:spacing w:line="360" w:lineRule="auto"/>
        <w:ind w:firstLine="720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E34F1E">
        <w:rPr>
          <w:rFonts w:ascii="Times New Roman" w:hAnsi="Times New Roman"/>
          <w:b w:val="0"/>
          <w:bCs w:val="0"/>
          <w:sz w:val="24"/>
          <w:szCs w:val="24"/>
        </w:rPr>
        <w:t>A</w:t>
      </w:r>
      <w:r w:rsidR="00302CEC" w:rsidRPr="00E34F1E">
        <w:rPr>
          <w:rFonts w:ascii="Times New Roman" w:hAnsi="Times New Roman"/>
          <w:b w:val="0"/>
          <w:bCs w:val="0"/>
          <w:sz w:val="24"/>
          <w:szCs w:val="24"/>
        </w:rPr>
        <w:t>ppendix</w:t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t xml:space="preserve"> A  </w:t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ame of Appendix]"/>
            </w:textInput>
          </w:ffData>
        </w:fldChar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E34F1E">
        <w:rPr>
          <w:rFonts w:ascii="Times New Roman" w:hAnsi="Times New Roman"/>
          <w:b w:val="0"/>
          <w:bCs w:val="0"/>
          <w:sz w:val="24"/>
          <w:szCs w:val="24"/>
        </w:rPr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 w:rsidRPr="00E34F1E">
        <w:rPr>
          <w:rFonts w:ascii="Times New Roman" w:hAnsi="Times New Roman"/>
          <w:b w:val="0"/>
          <w:bCs w:val="0"/>
          <w:noProof/>
          <w:sz w:val="24"/>
          <w:szCs w:val="24"/>
        </w:rPr>
        <w:t>[Name of Appendix]</w:t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E34F1E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3BFB6D00" w14:textId="77777777" w:rsidR="008F5972" w:rsidRPr="00E34F1E" w:rsidRDefault="008F5972" w:rsidP="003F60E2">
      <w:pPr>
        <w:pStyle w:val="Title"/>
        <w:tabs>
          <w:tab w:val="right" w:pos="8280"/>
        </w:tabs>
        <w:spacing w:line="360" w:lineRule="auto"/>
        <w:ind w:firstLine="720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E34F1E">
        <w:rPr>
          <w:rFonts w:ascii="Times New Roman" w:hAnsi="Times New Roman"/>
          <w:b w:val="0"/>
          <w:bCs w:val="0"/>
          <w:sz w:val="24"/>
          <w:szCs w:val="24"/>
        </w:rPr>
        <w:t>A</w:t>
      </w:r>
      <w:r w:rsidR="00302CEC" w:rsidRPr="00E34F1E">
        <w:rPr>
          <w:rFonts w:ascii="Times New Roman" w:hAnsi="Times New Roman"/>
          <w:b w:val="0"/>
          <w:bCs w:val="0"/>
          <w:sz w:val="24"/>
          <w:szCs w:val="24"/>
        </w:rPr>
        <w:t>ppendix</w:t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t xml:space="preserve"> B  </w:t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ame of Appendix]"/>
            </w:textInput>
          </w:ffData>
        </w:fldChar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E34F1E">
        <w:rPr>
          <w:rFonts w:ascii="Times New Roman" w:hAnsi="Times New Roman"/>
          <w:b w:val="0"/>
          <w:bCs w:val="0"/>
          <w:sz w:val="24"/>
          <w:szCs w:val="24"/>
        </w:rPr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 w:rsidRPr="00E34F1E">
        <w:rPr>
          <w:rFonts w:ascii="Times New Roman" w:hAnsi="Times New Roman"/>
          <w:b w:val="0"/>
          <w:bCs w:val="0"/>
          <w:noProof/>
          <w:sz w:val="24"/>
          <w:szCs w:val="24"/>
        </w:rPr>
        <w:t>[Name of Appendix]</w:t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E34F1E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3791661A" w14:textId="77777777" w:rsidR="008F5972" w:rsidRPr="00E34F1E" w:rsidRDefault="008F5972" w:rsidP="003F60E2">
      <w:pPr>
        <w:pStyle w:val="Title"/>
        <w:tabs>
          <w:tab w:val="right" w:pos="8280"/>
        </w:tabs>
        <w:spacing w:line="360" w:lineRule="auto"/>
        <w:ind w:firstLine="720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E34F1E">
        <w:rPr>
          <w:rFonts w:ascii="Times New Roman" w:hAnsi="Times New Roman"/>
          <w:b w:val="0"/>
          <w:bCs w:val="0"/>
          <w:sz w:val="24"/>
          <w:szCs w:val="24"/>
        </w:rPr>
        <w:t>A</w:t>
      </w:r>
      <w:r w:rsidR="00302CEC" w:rsidRPr="00E34F1E">
        <w:rPr>
          <w:rFonts w:ascii="Times New Roman" w:hAnsi="Times New Roman"/>
          <w:b w:val="0"/>
          <w:bCs w:val="0"/>
          <w:sz w:val="24"/>
          <w:szCs w:val="24"/>
        </w:rPr>
        <w:t>ppendix</w:t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t xml:space="preserve"> C  </w:t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ame of Appendix]"/>
            </w:textInput>
          </w:ffData>
        </w:fldChar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instrText xml:space="preserve"> FORMTEXT </w:instrText>
      </w:r>
      <w:r w:rsidRPr="00E34F1E">
        <w:rPr>
          <w:rFonts w:ascii="Times New Roman" w:hAnsi="Times New Roman"/>
          <w:b w:val="0"/>
          <w:bCs w:val="0"/>
          <w:sz w:val="24"/>
          <w:szCs w:val="24"/>
        </w:rPr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 w:rsidRPr="00E34F1E">
        <w:rPr>
          <w:rFonts w:ascii="Times New Roman" w:hAnsi="Times New Roman"/>
          <w:b w:val="0"/>
          <w:bCs w:val="0"/>
          <w:noProof/>
          <w:sz w:val="24"/>
          <w:szCs w:val="24"/>
        </w:rPr>
        <w:t>[Name of Appendix]</w:t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Pr="00E34F1E">
        <w:rPr>
          <w:rFonts w:ascii="Times New Roman" w:hAnsi="Times New Roman"/>
          <w:b w:val="0"/>
          <w:bCs w:val="0"/>
          <w:sz w:val="24"/>
          <w:szCs w:val="24"/>
        </w:rPr>
        <w:tab/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E34F1E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E34F1E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6006C9C3" w14:textId="77777777" w:rsidR="008F5972" w:rsidRPr="00B55A2F" w:rsidRDefault="008F5972" w:rsidP="00B55A2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BIOGRAPHY</w:t>
      </w:r>
      <w:r>
        <w:rPr>
          <w:rFonts w:ascii="Times New Roman" w:hAnsi="Times New Roman"/>
          <w:sz w:val="24"/>
          <w:szCs w:val="24"/>
        </w:rPr>
        <w:tab/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F0538C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F0538C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sectPr w:rsidR="008F5972" w:rsidRPr="00B55A2F" w:rsidSect="004D4AAE">
      <w:headerReference w:type="even" r:id="rId6"/>
      <w:pgSz w:w="11906" w:h="16838" w:code="9"/>
      <w:pgMar w:top="2160" w:right="1440" w:bottom="1440" w:left="2160" w:header="144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D43CB" w14:textId="77777777" w:rsidR="000812EB" w:rsidRDefault="000812EB">
      <w:r>
        <w:separator/>
      </w:r>
    </w:p>
    <w:p w14:paraId="174E90AD" w14:textId="77777777" w:rsidR="000812EB" w:rsidRDefault="000812EB"/>
    <w:p w14:paraId="3C10ECBA" w14:textId="77777777" w:rsidR="000812EB" w:rsidRDefault="000812EB" w:rsidP="00A83642"/>
  </w:endnote>
  <w:endnote w:type="continuationSeparator" w:id="0">
    <w:p w14:paraId="4047AA4A" w14:textId="77777777" w:rsidR="000812EB" w:rsidRDefault="000812EB">
      <w:r>
        <w:continuationSeparator/>
      </w:r>
    </w:p>
    <w:p w14:paraId="185CBB91" w14:textId="77777777" w:rsidR="000812EB" w:rsidRDefault="000812EB"/>
    <w:p w14:paraId="3894659F" w14:textId="77777777" w:rsidR="000812EB" w:rsidRDefault="000812EB" w:rsidP="00A836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altName w:val="Arial Unicode MS"/>
    <w:charset w:val="DE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65F77" w14:textId="77777777" w:rsidR="000812EB" w:rsidRDefault="000812EB">
      <w:r>
        <w:separator/>
      </w:r>
    </w:p>
    <w:p w14:paraId="5D590B2E" w14:textId="77777777" w:rsidR="000812EB" w:rsidRDefault="000812EB"/>
    <w:p w14:paraId="3C0ED155" w14:textId="77777777" w:rsidR="000812EB" w:rsidRDefault="000812EB" w:rsidP="00A83642"/>
  </w:footnote>
  <w:footnote w:type="continuationSeparator" w:id="0">
    <w:p w14:paraId="4528ACB7" w14:textId="77777777" w:rsidR="000812EB" w:rsidRDefault="000812EB">
      <w:r>
        <w:continuationSeparator/>
      </w:r>
    </w:p>
    <w:p w14:paraId="4476CCE2" w14:textId="77777777" w:rsidR="000812EB" w:rsidRDefault="000812EB"/>
    <w:p w14:paraId="1C9EE33A" w14:textId="77777777" w:rsidR="000812EB" w:rsidRDefault="000812EB" w:rsidP="00A836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F89F" w14:textId="77777777" w:rsidR="00082946" w:rsidRDefault="00082946" w:rsidP="004D4AA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EBE7B3" w14:textId="77777777" w:rsidR="00082946" w:rsidRDefault="000829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535"/>
    <w:rsid w:val="000812EB"/>
    <w:rsid w:val="00082946"/>
    <w:rsid w:val="000C29DE"/>
    <w:rsid w:val="00160A35"/>
    <w:rsid w:val="00167EA6"/>
    <w:rsid w:val="00193262"/>
    <w:rsid w:val="001D6C59"/>
    <w:rsid w:val="00203392"/>
    <w:rsid w:val="00302CEC"/>
    <w:rsid w:val="0039758F"/>
    <w:rsid w:val="003A034D"/>
    <w:rsid w:val="003A2CC2"/>
    <w:rsid w:val="003A35DB"/>
    <w:rsid w:val="003F60E2"/>
    <w:rsid w:val="004548D0"/>
    <w:rsid w:val="004A6710"/>
    <w:rsid w:val="004B1A64"/>
    <w:rsid w:val="004D4AAE"/>
    <w:rsid w:val="00536E45"/>
    <w:rsid w:val="0058600C"/>
    <w:rsid w:val="00640ED6"/>
    <w:rsid w:val="007C5B2F"/>
    <w:rsid w:val="00807597"/>
    <w:rsid w:val="008379CC"/>
    <w:rsid w:val="008C1441"/>
    <w:rsid w:val="008F5972"/>
    <w:rsid w:val="00917435"/>
    <w:rsid w:val="00932908"/>
    <w:rsid w:val="0093426B"/>
    <w:rsid w:val="00935666"/>
    <w:rsid w:val="00940000"/>
    <w:rsid w:val="009A7270"/>
    <w:rsid w:val="009C31A9"/>
    <w:rsid w:val="00A2699E"/>
    <w:rsid w:val="00A83642"/>
    <w:rsid w:val="00A87C72"/>
    <w:rsid w:val="00B55A2F"/>
    <w:rsid w:val="00BA07CC"/>
    <w:rsid w:val="00BD242C"/>
    <w:rsid w:val="00C102FB"/>
    <w:rsid w:val="00C42982"/>
    <w:rsid w:val="00C84535"/>
    <w:rsid w:val="00D46101"/>
    <w:rsid w:val="00E0779B"/>
    <w:rsid w:val="00E34F1E"/>
    <w:rsid w:val="00E875E2"/>
    <w:rsid w:val="00ED5F4B"/>
    <w:rsid w:val="00EE16A3"/>
    <w:rsid w:val="00F0538C"/>
    <w:rsid w:val="00F20FD8"/>
    <w:rsid w:val="00FA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C9DB4B"/>
  <w15:chartTrackingRefBased/>
  <w15:docId w15:val="{2C88AF33-4F76-4B23-946F-D33E0E1F6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3642"/>
    <w:rPr>
      <w:color w:val="000000" w:themeColor="text1"/>
      <w:sz w:val="24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67EA6"/>
    <w:pPr>
      <w:jc w:val="center"/>
    </w:pPr>
    <w:rPr>
      <w:rFonts w:ascii="CordiaUPC" w:eastAsia="Cordia New" w:hAnsi="CordiaUPC" w:cs="CordiaUPC"/>
      <w:b/>
      <w:bCs/>
      <w:sz w:val="40"/>
      <w:szCs w:val="40"/>
    </w:rPr>
  </w:style>
  <w:style w:type="paragraph" w:styleId="Header">
    <w:name w:val="header"/>
    <w:basedOn w:val="Normal"/>
    <w:rsid w:val="008F597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F5972"/>
  </w:style>
  <w:style w:type="paragraph" w:styleId="Footer">
    <w:name w:val="footer"/>
    <w:basedOn w:val="Normal"/>
    <w:rsid w:val="004D4AAE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OneDrive\Documents\PGDIT%20PROJECT%20TEMPLATE\5.%20TABLE%20OF%20CONTEN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5. TABLE OF CONTENTS</Template>
  <TotalTime>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TABLE OF CONTENTS</vt:lpstr>
      <vt:lpstr>TABLE OF CONTENTS</vt:lpstr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MHT</dc:creator>
  <cp:keywords/>
  <dc:description/>
  <cp:lastModifiedBy>Hasnat Tanvir</cp:lastModifiedBy>
  <cp:revision>1</cp:revision>
  <dcterms:created xsi:type="dcterms:W3CDTF">2023-10-29T07:29:00Z</dcterms:created>
  <dcterms:modified xsi:type="dcterms:W3CDTF">2023-10-29T07:29:00Z</dcterms:modified>
</cp:coreProperties>
</file>